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6828" w:type="pct"/>
        <w:tblInd w:w="-27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2"/>
        <w:gridCol w:w="160"/>
        <w:gridCol w:w="5246"/>
        <w:gridCol w:w="3117"/>
      </w:tblGrid>
      <w:tr w:rsidR="009657E5" w:rsidRPr="002C5E6C">
        <w:tblPrEx>
          <w:tblCellMar>
            <w:top w:w="0" w:type="dxa"/>
            <w:bottom w:w="0" w:type="dxa"/>
          </w:tblCellMar>
        </w:tblPrEx>
        <w:trPr>
          <w:trHeight w:hRule="exact" w:val="70"/>
        </w:trPr>
        <w:tc>
          <w:tcPr>
            <w:tcW w:w="1096" w:type="pct"/>
          </w:tcPr>
          <w:p w:rsidR="009657E5" w:rsidRPr="002C5E6C" w:rsidRDefault="009657E5">
            <w:pPr>
              <w:ind w:right="72"/>
              <w:rPr>
                <w:rFonts w:ascii="Comic Sans MS" w:hAnsi="Comic Sans MS"/>
                <w:b/>
                <w:bCs/>
                <w:noProof/>
                <w:sz w:val="22"/>
              </w:rPr>
            </w:pPr>
            <w:bookmarkStart w:id="0" w:name="_GoBack"/>
            <w:bookmarkEnd w:id="0"/>
          </w:p>
          <w:p w:rsidR="009657E5" w:rsidRPr="002C5E6C" w:rsidRDefault="009657E5">
            <w:pPr>
              <w:ind w:left="639" w:right="72"/>
              <w:jc w:val="right"/>
              <w:rPr>
                <w:rFonts w:ascii="Comic Sans MS" w:hAnsi="Comic Sans MS"/>
                <w:noProof/>
              </w:rPr>
            </w:pPr>
          </w:p>
        </w:tc>
        <w:tc>
          <w:tcPr>
            <w:tcW w:w="2476" w:type="pct"/>
            <w:gridSpan w:val="2"/>
          </w:tcPr>
          <w:p w:rsidR="009657E5" w:rsidRPr="002C5E6C" w:rsidRDefault="009657E5">
            <w:pPr>
              <w:pStyle w:val="En-tte"/>
              <w:tabs>
                <w:tab w:val="clear" w:pos="4536"/>
                <w:tab w:val="clear" w:pos="9072"/>
              </w:tabs>
              <w:ind w:left="-212"/>
              <w:rPr>
                <w:rFonts w:ascii="Comic Sans MS" w:hAnsi="Comic Sans MS" w:cs="Arial"/>
                <w:noProof/>
              </w:rPr>
            </w:pPr>
          </w:p>
        </w:tc>
        <w:tc>
          <w:tcPr>
            <w:tcW w:w="1428" w:type="pct"/>
          </w:tcPr>
          <w:p w:rsidR="009657E5" w:rsidRPr="002C5E6C" w:rsidRDefault="009657E5">
            <w:pPr>
              <w:ind w:left="-68" w:right="-71"/>
              <w:rPr>
                <w:rFonts w:ascii="Comic Sans MS" w:hAnsi="Comic Sans MS"/>
                <w:sz w:val="24"/>
                <w:szCs w:val="24"/>
              </w:rPr>
            </w:pPr>
          </w:p>
          <w:p w:rsidR="009657E5" w:rsidRPr="002C5E6C" w:rsidRDefault="009657E5">
            <w:pPr>
              <w:pStyle w:val="En-tte"/>
              <w:tabs>
                <w:tab w:val="clear" w:pos="4536"/>
                <w:tab w:val="clear" w:pos="9072"/>
              </w:tabs>
              <w:ind w:left="-68"/>
              <w:rPr>
                <w:rFonts w:ascii="Comic Sans MS" w:hAnsi="Comic Sans MS"/>
                <w:noProof/>
                <w:sz w:val="24"/>
                <w:szCs w:val="24"/>
              </w:rPr>
            </w:pPr>
          </w:p>
        </w:tc>
      </w:tr>
      <w:tr w:rsidR="009657E5" w:rsidRPr="002C5E6C" w:rsidTr="00A7558F">
        <w:tblPrEx>
          <w:tblCellMar>
            <w:top w:w="0" w:type="dxa"/>
            <w:bottom w:w="0" w:type="dxa"/>
          </w:tblCellMar>
        </w:tblPrEx>
        <w:trPr>
          <w:trHeight w:hRule="exact" w:val="15801"/>
        </w:trPr>
        <w:tc>
          <w:tcPr>
            <w:tcW w:w="1096" w:type="pct"/>
          </w:tcPr>
          <w:p w:rsidR="009657E5" w:rsidRDefault="009657E5" w:rsidP="002C5E6C">
            <w:pPr>
              <w:ind w:right="72"/>
              <w:jc w:val="right"/>
              <w:rPr>
                <w:rFonts w:ascii="Comic Sans MS" w:hAnsi="Comic Sans MS"/>
                <w:b/>
                <w:bCs/>
                <w:noProof/>
                <w:sz w:val="18"/>
              </w:rPr>
            </w:pPr>
          </w:p>
          <w:p w:rsidR="00A7558F" w:rsidRPr="002C5E6C" w:rsidRDefault="00A7558F" w:rsidP="002C5E6C">
            <w:pPr>
              <w:ind w:right="72"/>
              <w:jc w:val="right"/>
              <w:rPr>
                <w:rFonts w:ascii="Comic Sans MS" w:hAnsi="Comic Sans MS"/>
                <w:b/>
                <w:bCs/>
                <w:noProof/>
                <w:sz w:val="18"/>
              </w:rPr>
            </w:pPr>
          </w:p>
          <w:p w:rsidR="009657E5" w:rsidRDefault="009657E5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A7558F" w:rsidRDefault="00A7558F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5F0E1E" w:rsidRPr="001551D0" w:rsidRDefault="005F0E1E" w:rsidP="005F0E1E">
            <w:pPr>
              <w:ind w:right="71"/>
              <w:jc w:val="center"/>
              <w:rPr>
                <w:b/>
                <w:color w:val="FF0000"/>
                <w:sz w:val="24"/>
                <w:szCs w:val="24"/>
              </w:rPr>
            </w:pPr>
            <w:r w:rsidRPr="001551D0">
              <w:rPr>
                <w:b/>
                <w:color w:val="FF0000"/>
                <w:sz w:val="24"/>
                <w:szCs w:val="24"/>
              </w:rPr>
              <w:t>PORTES OUVERTES</w:t>
            </w:r>
          </w:p>
          <w:p w:rsidR="005F0E1E" w:rsidRPr="001551D0" w:rsidRDefault="005F0E1E" w:rsidP="005F0E1E">
            <w:pPr>
              <w:ind w:right="71"/>
              <w:jc w:val="center"/>
              <w:rPr>
                <w:b/>
                <w:color w:val="FF0000"/>
                <w:sz w:val="24"/>
                <w:szCs w:val="24"/>
              </w:rPr>
            </w:pPr>
          </w:p>
          <w:p w:rsidR="005F0E1E" w:rsidRPr="001551D0" w:rsidRDefault="005F0E1E" w:rsidP="005F0E1E">
            <w:pPr>
              <w:ind w:right="71"/>
              <w:jc w:val="center"/>
              <w:rPr>
                <w:b/>
                <w:color w:val="FF0000"/>
                <w:sz w:val="24"/>
                <w:szCs w:val="24"/>
              </w:rPr>
            </w:pPr>
            <w:r w:rsidRPr="001551D0">
              <w:rPr>
                <w:b/>
                <w:color w:val="FF0000"/>
                <w:sz w:val="24"/>
                <w:szCs w:val="24"/>
              </w:rPr>
              <w:t xml:space="preserve">Samedi </w:t>
            </w:r>
            <w:r w:rsidR="001551D0" w:rsidRPr="001551D0">
              <w:rPr>
                <w:b/>
                <w:color w:val="FF0000"/>
                <w:sz w:val="24"/>
                <w:szCs w:val="24"/>
              </w:rPr>
              <w:t>12</w:t>
            </w:r>
            <w:r w:rsidRPr="001551D0">
              <w:rPr>
                <w:b/>
                <w:color w:val="FF0000"/>
                <w:sz w:val="24"/>
                <w:szCs w:val="24"/>
              </w:rPr>
              <w:t xml:space="preserve"> mars 201</w:t>
            </w:r>
            <w:r w:rsidR="001551D0" w:rsidRPr="001551D0">
              <w:rPr>
                <w:b/>
                <w:color w:val="FF0000"/>
                <w:sz w:val="24"/>
                <w:szCs w:val="24"/>
              </w:rPr>
              <w:t>6</w:t>
            </w:r>
          </w:p>
          <w:p w:rsidR="005F0E1E" w:rsidRDefault="005F0E1E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5F0E1E" w:rsidRDefault="005F0E1E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5F0E1E" w:rsidRPr="002C5E6C" w:rsidRDefault="005F0E1E" w:rsidP="002C5E6C">
            <w:pPr>
              <w:ind w:right="72"/>
              <w:jc w:val="right"/>
              <w:rPr>
                <w:rFonts w:ascii="Comic Sans MS" w:hAnsi="Comic Sans MS"/>
                <w:noProof/>
              </w:rPr>
            </w:pPr>
          </w:p>
          <w:p w:rsidR="009657E5" w:rsidRDefault="009657E5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 w:rsidRPr="00BB3283">
              <w:rPr>
                <w:b/>
                <w:noProof/>
                <w:sz w:val="16"/>
              </w:rPr>
              <w:t>Dossier suivi par</w:t>
            </w:r>
          </w:p>
          <w:p w:rsidR="00F2053A" w:rsidRPr="00BB3283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</w:p>
          <w:p w:rsidR="002B34F1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M. Patrick Faure</w:t>
            </w:r>
          </w:p>
          <w:p w:rsidR="00F2053A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Proviseur adjoint</w:t>
            </w:r>
          </w:p>
          <w:p w:rsidR="00F2053A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 xml:space="preserve">M. </w:t>
            </w:r>
            <w:r w:rsidR="005E4A39">
              <w:rPr>
                <w:b/>
                <w:noProof/>
                <w:sz w:val="16"/>
              </w:rPr>
              <w:t xml:space="preserve">José Ruiz </w:t>
            </w:r>
          </w:p>
          <w:p w:rsidR="00F2053A" w:rsidRDefault="005E4A39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e</w:t>
            </w:r>
            <w:r w:rsidR="00F2053A">
              <w:rPr>
                <w:b/>
                <w:noProof/>
                <w:sz w:val="16"/>
              </w:rPr>
              <w:t>t M.</w:t>
            </w:r>
            <w:r>
              <w:rPr>
                <w:b/>
                <w:noProof/>
                <w:sz w:val="16"/>
              </w:rPr>
              <w:t xml:space="preserve"> Philippe Giraud</w:t>
            </w:r>
            <w:r w:rsidR="00F2053A">
              <w:rPr>
                <w:b/>
                <w:noProof/>
                <w:sz w:val="16"/>
              </w:rPr>
              <w:t xml:space="preserve"> </w:t>
            </w:r>
          </w:p>
          <w:p w:rsidR="00F2053A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>Directeurs délégués aux formations professionnelle</w:t>
            </w:r>
          </w:p>
          <w:p w:rsidR="00F2053A" w:rsidRDefault="00F2053A" w:rsidP="002C5E6C">
            <w:pPr>
              <w:ind w:right="72"/>
              <w:jc w:val="right"/>
              <w:rPr>
                <w:b/>
                <w:noProof/>
                <w:sz w:val="16"/>
              </w:rPr>
            </w:pPr>
            <w:r>
              <w:rPr>
                <w:b/>
                <w:noProof/>
                <w:sz w:val="16"/>
              </w:rPr>
              <w:t xml:space="preserve"> et technologiques</w:t>
            </w:r>
          </w:p>
          <w:p w:rsidR="009D2657" w:rsidRPr="00BB3283" w:rsidRDefault="009D2657" w:rsidP="002C5E6C">
            <w:pPr>
              <w:ind w:right="72"/>
              <w:jc w:val="right"/>
              <w:rPr>
                <w:noProof/>
                <w:sz w:val="16"/>
              </w:rPr>
            </w:pPr>
          </w:p>
          <w:p w:rsidR="009657E5" w:rsidRPr="00BB3283" w:rsidRDefault="009657E5" w:rsidP="002C5E6C">
            <w:pPr>
              <w:ind w:right="72"/>
              <w:jc w:val="right"/>
              <w:rPr>
                <w:noProof/>
                <w:sz w:val="16"/>
              </w:rPr>
            </w:pPr>
            <w:r w:rsidRPr="00BB3283">
              <w:rPr>
                <w:noProof/>
                <w:sz w:val="16"/>
              </w:rPr>
              <w:t>Téléphone</w:t>
            </w:r>
          </w:p>
          <w:p w:rsidR="009657E5" w:rsidRDefault="009657E5" w:rsidP="002C5E6C">
            <w:pPr>
              <w:ind w:right="72"/>
              <w:jc w:val="right"/>
              <w:rPr>
                <w:noProof/>
                <w:sz w:val="16"/>
              </w:rPr>
            </w:pPr>
            <w:r w:rsidRPr="00BB3283">
              <w:rPr>
                <w:noProof/>
                <w:sz w:val="16"/>
              </w:rPr>
              <w:t xml:space="preserve">05 </w:t>
            </w:r>
            <w:r w:rsidR="00F2053A">
              <w:rPr>
                <w:noProof/>
                <w:sz w:val="16"/>
              </w:rPr>
              <w:t>17 84 35 00</w:t>
            </w:r>
          </w:p>
          <w:p w:rsidR="005E4A39" w:rsidRPr="00BB3283" w:rsidRDefault="005E4A39" w:rsidP="002C5E6C">
            <w:pPr>
              <w:ind w:right="72"/>
              <w:jc w:val="right"/>
              <w:rPr>
                <w:sz w:val="22"/>
              </w:rPr>
            </w:pPr>
            <w:r>
              <w:rPr>
                <w:noProof/>
                <w:sz w:val="16"/>
              </w:rPr>
              <w:t>Ou 05 49 39 33 00</w:t>
            </w:r>
          </w:p>
          <w:p w:rsidR="009657E5" w:rsidRPr="002C5E6C" w:rsidRDefault="009657E5" w:rsidP="002C5E6C">
            <w:pPr>
              <w:ind w:right="68"/>
              <w:jc w:val="right"/>
              <w:rPr>
                <w:rFonts w:ascii="Comic Sans MS" w:hAnsi="Comic Sans MS"/>
                <w:b/>
                <w:sz w:val="16"/>
              </w:rPr>
            </w:pPr>
            <w:r w:rsidRPr="002C5E6C">
              <w:rPr>
                <w:rFonts w:ascii="Comic Sans MS" w:hAnsi="Comic Sans MS"/>
                <w:b/>
                <w:noProof/>
                <w:sz w:val="16"/>
              </w:rPr>
              <w:t xml:space="preserve">                     </w:t>
            </w:r>
          </w:p>
          <w:p w:rsidR="009657E5" w:rsidRPr="00BB3283" w:rsidRDefault="009657E5" w:rsidP="002C5E6C">
            <w:pPr>
              <w:ind w:right="68"/>
              <w:jc w:val="right"/>
              <w:rPr>
                <w:b/>
                <w:bCs/>
                <w:sz w:val="16"/>
              </w:rPr>
            </w:pPr>
            <w:r w:rsidRPr="00BB3283">
              <w:rPr>
                <w:b/>
                <w:bCs/>
                <w:sz w:val="16"/>
              </w:rPr>
              <w:t>Adresse</w:t>
            </w:r>
          </w:p>
          <w:p w:rsidR="00A062D3" w:rsidRPr="00BB3283" w:rsidRDefault="00F2053A" w:rsidP="002C5E6C">
            <w:pPr>
              <w:ind w:right="68"/>
              <w:jc w:val="righ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63</w:t>
            </w:r>
            <w:r w:rsidR="00BB3283" w:rsidRPr="00BB3283">
              <w:rPr>
                <w:b/>
                <w:bCs/>
                <w:sz w:val="16"/>
              </w:rPr>
              <w:t>,</w:t>
            </w:r>
            <w:r w:rsidR="002B34F1" w:rsidRPr="00BB3283">
              <w:rPr>
                <w:b/>
                <w:bCs/>
                <w:sz w:val="16"/>
              </w:rPr>
              <w:t xml:space="preserve"> rue de </w:t>
            </w:r>
            <w:smartTag w:uri="urn:schemas-microsoft-com:office:smarttags" w:element="PersonName">
              <w:smartTagPr>
                <w:attr w:name="ProductID" w:val="la Bugellerie"/>
              </w:smartTagPr>
              <w:r w:rsidR="002B34F1" w:rsidRPr="00BB3283">
                <w:rPr>
                  <w:b/>
                  <w:bCs/>
                  <w:sz w:val="16"/>
                </w:rPr>
                <w:t>la Bugellerie</w:t>
              </w:r>
            </w:smartTag>
          </w:p>
          <w:p w:rsidR="002B34F1" w:rsidRPr="00BB3283" w:rsidRDefault="00A062D3" w:rsidP="002C5E6C">
            <w:pPr>
              <w:ind w:right="68"/>
              <w:jc w:val="right"/>
              <w:rPr>
                <w:b/>
                <w:sz w:val="16"/>
              </w:rPr>
            </w:pPr>
            <w:r w:rsidRPr="00BB3283">
              <w:rPr>
                <w:b/>
                <w:sz w:val="16"/>
              </w:rPr>
              <w:t xml:space="preserve">                        </w:t>
            </w:r>
            <w:r w:rsidR="00987C90">
              <w:rPr>
                <w:b/>
                <w:sz w:val="16"/>
              </w:rPr>
              <w:t>86000</w:t>
            </w:r>
            <w:r w:rsidRPr="00BB3283">
              <w:rPr>
                <w:b/>
                <w:sz w:val="16"/>
              </w:rPr>
              <w:t xml:space="preserve"> </w:t>
            </w:r>
            <w:r w:rsidR="002B34F1" w:rsidRPr="00BB3283">
              <w:rPr>
                <w:b/>
                <w:sz w:val="16"/>
              </w:rPr>
              <w:t>POITIERS</w:t>
            </w:r>
            <w:r w:rsidR="002C5E6C" w:rsidRPr="00BB3283">
              <w:rPr>
                <w:b/>
                <w:sz w:val="16"/>
              </w:rPr>
              <w:t xml:space="preserve"> </w:t>
            </w:r>
            <w:r w:rsidR="002B34F1" w:rsidRPr="00BB3283">
              <w:rPr>
                <w:b/>
                <w:sz w:val="16"/>
              </w:rPr>
              <w:t>CEDEX</w:t>
            </w:r>
          </w:p>
          <w:p w:rsidR="009657E5" w:rsidRDefault="009657E5" w:rsidP="002C5E6C">
            <w:pPr>
              <w:ind w:right="68"/>
              <w:jc w:val="right"/>
              <w:rPr>
                <w:rFonts w:ascii="Comic Sans MS" w:hAnsi="Comic Sans MS"/>
                <w:sz w:val="16"/>
              </w:rPr>
            </w:pPr>
          </w:p>
          <w:p w:rsidR="00F2053A" w:rsidRPr="002C5E6C" w:rsidRDefault="00F2053A" w:rsidP="00F2053A">
            <w:pPr>
              <w:ind w:left="-212" w:right="68"/>
              <w:jc w:val="right"/>
              <w:rPr>
                <w:rFonts w:ascii="Comic Sans MS" w:hAnsi="Comic Sans MS"/>
                <w:sz w:val="16"/>
              </w:rPr>
            </w:pPr>
            <w:r>
              <w:rPr>
                <w:rFonts w:ascii="Comic Sans MS" w:hAnsi="Comic Sans MS"/>
                <w:sz w:val="16"/>
              </w:rPr>
              <w:t>Site internet</w:t>
            </w:r>
          </w:p>
          <w:p w:rsidR="009657E5" w:rsidRDefault="00F2053A" w:rsidP="00F2053A">
            <w:pPr>
              <w:ind w:left="-212" w:right="68"/>
              <w:jc w:val="right"/>
              <w:rPr>
                <w:rFonts w:ascii="Comic Sans MS" w:hAnsi="Comic Sans MS"/>
                <w:sz w:val="14"/>
                <w:szCs w:val="14"/>
              </w:rPr>
            </w:pPr>
            <w:r w:rsidRPr="00F2053A">
              <w:rPr>
                <w:rFonts w:ascii="Comic Sans MS" w:hAnsi="Comic Sans MS"/>
                <w:sz w:val="14"/>
                <w:szCs w:val="14"/>
              </w:rPr>
              <w:t>http://etab.ac-poitiers.fr/</w:t>
            </w:r>
            <w:r w:rsidRPr="00F2053A">
              <w:rPr>
                <w:rFonts w:ascii="Comic Sans MS" w:hAnsi="Comic Sans MS"/>
                <w:sz w:val="14"/>
                <w:szCs w:val="14"/>
              </w:rPr>
              <w:br/>
              <w:t>lyc-larmand-poitiers/</w:t>
            </w:r>
          </w:p>
          <w:p w:rsidR="00F2053A" w:rsidRDefault="00F2053A" w:rsidP="00F2053A">
            <w:pPr>
              <w:ind w:left="-212" w:right="68"/>
              <w:jc w:val="right"/>
              <w:rPr>
                <w:rFonts w:ascii="Comic Sans MS" w:hAnsi="Comic Sans MS"/>
                <w:sz w:val="14"/>
                <w:szCs w:val="14"/>
              </w:rPr>
            </w:pPr>
          </w:p>
          <w:p w:rsidR="00F2053A" w:rsidRPr="00F2053A" w:rsidRDefault="00F2053A" w:rsidP="00F2053A">
            <w:pPr>
              <w:ind w:left="-212" w:right="68"/>
              <w:jc w:val="right"/>
              <w:rPr>
                <w:rFonts w:ascii="Comic Sans MS" w:hAnsi="Comic Sans MS"/>
                <w:sz w:val="16"/>
              </w:rPr>
            </w:pPr>
            <w:r w:rsidRPr="00F2053A">
              <w:rPr>
                <w:rFonts w:ascii="Comic Sans MS" w:hAnsi="Comic Sans MS"/>
                <w:sz w:val="16"/>
              </w:rPr>
              <w:t xml:space="preserve">site internet lycée des </w:t>
            </w:r>
            <w:r w:rsidRPr="00F2053A">
              <w:rPr>
                <w:rFonts w:ascii="Comic Sans MS" w:hAnsi="Comic Sans MS"/>
                <w:sz w:val="16"/>
              </w:rPr>
              <w:br/>
              <w:t>métiers de Poitiers</w:t>
            </w:r>
          </w:p>
          <w:p w:rsidR="009657E5" w:rsidRPr="00F2053A" w:rsidRDefault="00F2053A" w:rsidP="00F2053A">
            <w:pPr>
              <w:ind w:left="-212" w:right="68"/>
              <w:jc w:val="right"/>
              <w:rPr>
                <w:rFonts w:ascii="Comic Sans MS" w:hAnsi="Comic Sans MS"/>
                <w:sz w:val="14"/>
                <w:szCs w:val="14"/>
              </w:rPr>
            </w:pPr>
            <w:r w:rsidRPr="00F2053A">
              <w:rPr>
                <w:rFonts w:ascii="Comic Sans MS" w:hAnsi="Comic Sans MS"/>
                <w:sz w:val="14"/>
                <w:szCs w:val="14"/>
              </w:rPr>
              <w:t>http://passpourtonavenir.com/</w:t>
            </w:r>
          </w:p>
          <w:p w:rsidR="009657E5" w:rsidRDefault="009657E5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Default="00A713B6">
            <w:pPr>
              <w:ind w:left="922" w:right="68"/>
              <w:jc w:val="right"/>
              <w:rPr>
                <w:rFonts w:ascii="Comic Sans MS" w:hAnsi="Comic Sans MS"/>
                <w:sz w:val="16"/>
              </w:rPr>
            </w:pPr>
          </w:p>
          <w:p w:rsidR="00A713B6" w:rsidRPr="002C5E6C" w:rsidRDefault="00A713B6" w:rsidP="00A713B6">
            <w:pPr>
              <w:ind w:right="68"/>
              <w:rPr>
                <w:rFonts w:ascii="Comic Sans MS" w:hAnsi="Comic Sans MS"/>
                <w:sz w:val="16"/>
              </w:rPr>
            </w:pPr>
          </w:p>
        </w:tc>
        <w:tc>
          <w:tcPr>
            <w:tcW w:w="73" w:type="pct"/>
          </w:tcPr>
          <w:p w:rsidR="009657E5" w:rsidRDefault="009657E5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  <w:p w:rsidR="00A7558F" w:rsidRPr="002C5E6C" w:rsidRDefault="00A7558F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 w:cs="Arial"/>
                <w:noProof/>
              </w:rPr>
            </w:pPr>
          </w:p>
        </w:tc>
        <w:tc>
          <w:tcPr>
            <w:tcW w:w="3831" w:type="pct"/>
            <w:gridSpan w:val="2"/>
          </w:tcPr>
          <w:p w:rsidR="009657E5" w:rsidRPr="002C5E6C" w:rsidRDefault="009657E5" w:rsidP="009B461D">
            <w:pPr>
              <w:pStyle w:val="En-tte"/>
              <w:tabs>
                <w:tab w:val="clear" w:pos="4536"/>
                <w:tab w:val="clear" w:pos="9072"/>
                <w:tab w:val="left" w:pos="5103"/>
              </w:tabs>
              <w:ind w:right="-2"/>
              <w:rPr>
                <w:rFonts w:ascii="Comic Sans MS" w:hAnsi="Comic Sans MS"/>
              </w:rPr>
            </w:pPr>
            <w:r w:rsidRPr="002C5E6C">
              <w:rPr>
                <w:rFonts w:ascii="Comic Sans MS" w:hAnsi="Comic Sans MS"/>
              </w:rPr>
              <w:tab/>
            </w:r>
          </w:p>
          <w:p w:rsidR="009657E5" w:rsidRPr="002C5E6C" w:rsidRDefault="009657E5">
            <w:pPr>
              <w:ind w:right="-2"/>
              <w:rPr>
                <w:rFonts w:ascii="Comic Sans MS" w:hAnsi="Comic Sans MS"/>
              </w:rPr>
            </w:pPr>
          </w:p>
          <w:p w:rsidR="005B6B8E" w:rsidRDefault="00A7558F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  <w:rPr>
                <w:rFonts w:ascii="Comic Sans MS" w:hAnsi="Comic Sans MS"/>
                <w:sz w:val="17"/>
                <w:szCs w:val="17"/>
              </w:rPr>
            </w:pPr>
            <w:r>
              <w:rPr>
                <w:rFonts w:ascii="Comic Sans MS" w:hAnsi="Comic Sans MS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78" type="#_x0000_t202" style="position:absolute;left:0;text-align:left;margin-left:11pt;margin-top:10.95pt;width:359.95pt;height:29.4pt;z-index:1">
                  <v:shadow on="t" offset="6pt,-6pt"/>
                  <v:textbox style="mso-next-textbox:#_x0000_s1078">
                    <w:txbxContent>
                      <w:p w:rsidR="00A7558F" w:rsidRPr="002C5E6C" w:rsidRDefault="00A7558F" w:rsidP="00A7558F">
                        <w:pPr>
                          <w:pStyle w:val="Titre1"/>
                          <w:jc w:val="center"/>
                          <w:rPr>
                            <w:rFonts w:ascii="Comic Sans MS" w:hAnsi="Comic Sans MS"/>
                          </w:rPr>
                        </w:pPr>
                        <w:r w:rsidRPr="00BB3283">
                          <w:t xml:space="preserve">CONVENTION DE MINI-STAGE DE </w:t>
                        </w:r>
                        <w:r w:rsidRPr="002C5E6C">
                          <w:rPr>
                            <w:rFonts w:ascii="Comic Sans MS" w:hAnsi="Comic Sans MS"/>
                          </w:rPr>
                          <w:t>SENSIBILISATION</w:t>
                        </w:r>
                      </w:p>
                    </w:txbxContent>
                  </v:textbox>
                </v:shape>
              </w:pict>
            </w:r>
          </w:p>
          <w:p w:rsidR="00A7558F" w:rsidRDefault="00A7558F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  <w:rPr>
                <w:rFonts w:ascii="Comic Sans MS" w:hAnsi="Comic Sans MS"/>
                <w:sz w:val="17"/>
                <w:szCs w:val="17"/>
              </w:rPr>
            </w:pPr>
          </w:p>
          <w:p w:rsidR="00A7558F" w:rsidRDefault="00A7558F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  <w:rPr>
                <w:rFonts w:ascii="Comic Sans MS" w:hAnsi="Comic Sans MS"/>
                <w:sz w:val="17"/>
                <w:szCs w:val="17"/>
              </w:rPr>
            </w:pPr>
          </w:p>
          <w:p w:rsidR="00A7558F" w:rsidRDefault="00A7558F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  <w:rPr>
                <w:rFonts w:ascii="Comic Sans MS" w:hAnsi="Comic Sans MS"/>
                <w:sz w:val="17"/>
                <w:szCs w:val="17"/>
              </w:rPr>
            </w:pPr>
          </w:p>
          <w:p w:rsidR="00A7558F" w:rsidRDefault="00A7558F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  <w:rPr>
                <w:rFonts w:ascii="Comic Sans MS" w:hAnsi="Comic Sans MS"/>
                <w:sz w:val="17"/>
                <w:szCs w:val="17"/>
              </w:rPr>
            </w:pPr>
          </w:p>
          <w:p w:rsidR="009657E5" w:rsidRPr="00BB3283" w:rsidRDefault="009657E5" w:rsidP="009B461D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</w:pPr>
            <w:r w:rsidRPr="00BB3283">
              <w:t xml:space="preserve">Art. 1 -  La convention de </w:t>
            </w:r>
            <w:r w:rsidR="0094132A" w:rsidRPr="00BB3283">
              <w:t>mini stage</w:t>
            </w:r>
            <w:r w:rsidRPr="00BB3283">
              <w:t xml:space="preserve"> est établie entre </w:t>
            </w:r>
            <w:r w:rsidR="002B34F1" w:rsidRPr="00BB3283">
              <w:t>le Lycée P</w:t>
            </w:r>
            <w:r w:rsidR="00A7558F">
              <w:t xml:space="preserve">olyvalent </w:t>
            </w:r>
            <w:r w:rsidR="00A7558F" w:rsidRPr="00A7558F">
              <w:rPr>
                <w:b/>
              </w:rPr>
              <w:t>LOUIS ARMAND –AUGUSTE PERRET</w:t>
            </w:r>
            <w:r w:rsidR="00294510" w:rsidRPr="00BB3283">
              <w:t xml:space="preserve"> </w:t>
            </w:r>
            <w:r w:rsidR="002B34F1" w:rsidRPr="00BB3283">
              <w:t>de Poitiers</w:t>
            </w:r>
            <w:r w:rsidRPr="00BB3283">
              <w:t xml:space="preserve">, </w:t>
            </w:r>
            <w:r w:rsidR="00294510" w:rsidRPr="00BB3283">
              <w:t>r</w:t>
            </w:r>
            <w:r w:rsidRPr="00BB3283">
              <w:t>e</w:t>
            </w:r>
            <w:r w:rsidR="002B34F1" w:rsidRPr="00BB3283">
              <w:t xml:space="preserve">présenté par M. </w:t>
            </w:r>
            <w:r w:rsidR="00BB3283" w:rsidRPr="00BB3283">
              <w:rPr>
                <w:b/>
              </w:rPr>
              <w:t>Christophe SIMONET</w:t>
            </w:r>
            <w:r w:rsidRPr="00BB3283">
              <w:rPr>
                <w:b/>
              </w:rPr>
              <w:t>, Proviseur</w:t>
            </w: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</w:tabs>
              <w:spacing w:before="120"/>
              <w:ind w:firstLine="709"/>
            </w:pPr>
          </w:p>
          <w:p w:rsidR="009657E5" w:rsidRDefault="002B34F1" w:rsidP="005F0E1E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22"/>
                <w:szCs w:val="22"/>
              </w:rPr>
            </w:pPr>
            <w:r w:rsidRPr="005F0E1E">
              <w:rPr>
                <w:b/>
                <w:sz w:val="22"/>
                <w:szCs w:val="22"/>
              </w:rPr>
              <w:t>Et le Collège</w:t>
            </w:r>
            <w:r w:rsidR="005F0E1E" w:rsidRPr="005F0E1E">
              <w:rPr>
                <w:b/>
                <w:sz w:val="22"/>
                <w:szCs w:val="22"/>
              </w:rPr>
              <w:t xml:space="preserve"> / Lycée </w:t>
            </w:r>
            <w:r w:rsidR="00A7558F" w:rsidRPr="00313615">
              <w:rPr>
                <w:sz w:val="22"/>
                <w:szCs w:val="22"/>
              </w:rPr>
              <w:t>…………………………………</w:t>
            </w:r>
            <w:r w:rsidR="005F0E1E" w:rsidRPr="00313615">
              <w:rPr>
                <w:sz w:val="22"/>
                <w:szCs w:val="22"/>
              </w:rPr>
              <w:t>…………………</w:t>
            </w:r>
          </w:p>
          <w:p w:rsidR="005F0E1E" w:rsidRPr="005F0E1E" w:rsidRDefault="005F0E1E" w:rsidP="005F0E1E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16"/>
                <w:szCs w:val="16"/>
              </w:rPr>
            </w:pPr>
            <w:r w:rsidRPr="005F0E1E">
              <w:rPr>
                <w:b/>
                <w:sz w:val="16"/>
                <w:szCs w:val="16"/>
              </w:rPr>
              <w:t>(Rayer la mention inutile)</w:t>
            </w:r>
          </w:p>
          <w:p w:rsidR="009657E5" w:rsidRPr="005F0E1E" w:rsidRDefault="009657E5" w:rsidP="005F0E1E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22"/>
                <w:szCs w:val="22"/>
              </w:rPr>
            </w:pPr>
            <w:r w:rsidRPr="005F0E1E">
              <w:rPr>
                <w:b/>
                <w:sz w:val="22"/>
                <w:szCs w:val="22"/>
              </w:rPr>
              <w:t>Représenté</w:t>
            </w:r>
            <w:r w:rsidR="00A7558F" w:rsidRPr="005F0E1E">
              <w:rPr>
                <w:b/>
                <w:sz w:val="22"/>
                <w:szCs w:val="22"/>
              </w:rPr>
              <w:t xml:space="preserve"> par </w:t>
            </w:r>
            <w:r w:rsidR="00A7558F" w:rsidRPr="00313615">
              <w:rPr>
                <w:sz w:val="22"/>
                <w:szCs w:val="22"/>
              </w:rPr>
              <w:t>……………………………………………………</w:t>
            </w:r>
            <w:r w:rsidR="005F0E1E" w:rsidRPr="00313615">
              <w:rPr>
                <w:sz w:val="22"/>
                <w:szCs w:val="22"/>
              </w:rPr>
              <w:t>…….</w:t>
            </w:r>
          </w:p>
          <w:p w:rsidR="009657E5" w:rsidRPr="00BB3283" w:rsidRDefault="009657E5">
            <w:pPr>
              <w:pStyle w:val="En-tte"/>
              <w:tabs>
                <w:tab w:val="clear" w:pos="4536"/>
                <w:tab w:val="clear" w:pos="9072"/>
              </w:tabs>
              <w:ind w:right="-2"/>
            </w:pPr>
          </w:p>
          <w:p w:rsidR="009657E5" w:rsidRPr="00BB3283" w:rsidRDefault="009657E5">
            <w:pPr>
              <w:pStyle w:val="En-tte"/>
              <w:tabs>
                <w:tab w:val="clear" w:pos="4536"/>
                <w:tab w:val="clear" w:pos="9072"/>
              </w:tabs>
              <w:ind w:right="-2"/>
            </w:pPr>
            <w:r w:rsidRPr="00BB3283">
              <w:t>Art. 2 -  La présente convention est valable pour</w:t>
            </w:r>
            <w:r w:rsidR="00294510" w:rsidRPr="00BB3283">
              <w:t xml:space="preserve"> :</w:t>
            </w:r>
          </w:p>
          <w:p w:rsidR="00294510" w:rsidRPr="005B6B8E" w:rsidRDefault="00294510">
            <w:pPr>
              <w:pStyle w:val="En-tte"/>
              <w:tabs>
                <w:tab w:val="clear" w:pos="4536"/>
                <w:tab w:val="clear" w:pos="9072"/>
              </w:tabs>
              <w:ind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E40BF1" w:rsidRDefault="00294510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</w:pPr>
            <w:r w:rsidRPr="00BB3283">
              <w:rPr>
                <w:b/>
                <w:sz w:val="22"/>
                <w:szCs w:val="22"/>
              </w:rPr>
              <w:t xml:space="preserve">FORMATION CONCERNÉE : </w:t>
            </w:r>
            <w:r w:rsidR="00A7558F">
              <w:t>…………………………………………</w:t>
            </w:r>
            <w:r w:rsidR="00313615">
              <w:t>….</w:t>
            </w:r>
          </w:p>
          <w:p w:rsidR="00A7558F" w:rsidRPr="00BB3283" w:rsidRDefault="00A7558F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22"/>
                <w:szCs w:val="22"/>
              </w:rPr>
            </w:pPr>
          </w:p>
          <w:p w:rsidR="005A3A31" w:rsidRDefault="005A3A31" w:rsidP="005A3A31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bCs/>
                <w:sz w:val="22"/>
                <w:szCs w:val="22"/>
              </w:rPr>
            </w:pPr>
            <w:smartTag w:uri="urn:schemas-microsoft-com:office:smarttags" w:element="PersonName">
              <w:smartTagPr>
                <w:attr w:name="ProductID" w:val="LA JOURNEE"/>
              </w:smartTagPr>
              <w:r w:rsidRPr="00BB3283">
                <w:rPr>
                  <w:b/>
                  <w:bCs/>
                  <w:sz w:val="22"/>
                  <w:szCs w:val="22"/>
                </w:rPr>
                <w:t>LA JOURNEE</w:t>
              </w:r>
            </w:smartTag>
            <w:r w:rsidRPr="00BB3283">
              <w:rPr>
                <w:b/>
                <w:bCs/>
                <w:sz w:val="22"/>
                <w:szCs w:val="22"/>
              </w:rPr>
              <w:t xml:space="preserve"> du : </w:t>
            </w:r>
            <w:r w:rsidR="00A7558F">
              <w:t>………………………………………….</w:t>
            </w:r>
          </w:p>
          <w:p w:rsidR="00E40BF1" w:rsidRPr="00BB3283" w:rsidRDefault="00E40BF1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22"/>
                <w:szCs w:val="22"/>
              </w:rPr>
            </w:pPr>
          </w:p>
          <w:p w:rsidR="00294510" w:rsidRPr="00BB3283" w:rsidRDefault="00294510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sz w:val="22"/>
                <w:szCs w:val="22"/>
              </w:rPr>
            </w:pPr>
            <w:r w:rsidRPr="00BB3283">
              <w:rPr>
                <w:b/>
                <w:sz w:val="22"/>
                <w:szCs w:val="22"/>
              </w:rPr>
              <w:t>HORAIRES :</w:t>
            </w:r>
            <w:r w:rsidR="00F54EC9">
              <w:rPr>
                <w:b/>
                <w:sz w:val="22"/>
                <w:szCs w:val="22"/>
              </w:rPr>
              <w:t xml:space="preserve"> </w:t>
            </w:r>
            <w:r w:rsidR="00A7558F">
              <w:t>………………………………………….</w:t>
            </w:r>
          </w:p>
          <w:p w:rsidR="00294510" w:rsidRPr="00BB3283" w:rsidRDefault="00294510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sz w:val="22"/>
                <w:szCs w:val="22"/>
              </w:rPr>
            </w:pPr>
          </w:p>
          <w:p w:rsidR="009657E5" w:rsidRPr="00BB3283" w:rsidRDefault="009657E5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sz w:val="22"/>
                <w:szCs w:val="22"/>
              </w:rPr>
            </w:pPr>
            <w:r w:rsidRPr="00BB3283">
              <w:rPr>
                <w:sz w:val="22"/>
                <w:szCs w:val="22"/>
              </w:rPr>
              <w:t>Et concerne l’élève :</w:t>
            </w:r>
          </w:p>
          <w:p w:rsidR="009657E5" w:rsidRPr="00BB3283" w:rsidRDefault="009657E5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sz w:val="22"/>
                <w:szCs w:val="22"/>
              </w:rPr>
            </w:pPr>
          </w:p>
          <w:p w:rsidR="009657E5" w:rsidRPr="00BB3283" w:rsidRDefault="009657E5" w:rsidP="00294510">
            <w:pPr>
              <w:pStyle w:val="En-tte"/>
              <w:tabs>
                <w:tab w:val="clear" w:pos="4536"/>
                <w:tab w:val="clear" w:pos="9072"/>
              </w:tabs>
              <w:ind w:left="639" w:right="-2"/>
              <w:rPr>
                <w:b/>
                <w:sz w:val="22"/>
                <w:szCs w:val="22"/>
              </w:rPr>
            </w:pPr>
            <w:r w:rsidRPr="00BB3283">
              <w:rPr>
                <w:b/>
                <w:sz w:val="22"/>
                <w:szCs w:val="22"/>
              </w:rPr>
              <w:t>NOM</w:t>
            </w:r>
            <w:r w:rsidR="00762091" w:rsidRPr="00BB3283">
              <w:rPr>
                <w:b/>
                <w:sz w:val="22"/>
                <w:szCs w:val="22"/>
              </w:rPr>
              <w:t xml:space="preserve"> et PRÉNOM :  </w:t>
            </w:r>
            <w:r w:rsidR="00CF35E1">
              <w:rPr>
                <w:b/>
                <w:sz w:val="22"/>
                <w:szCs w:val="22"/>
              </w:rPr>
              <w:t>……………………</w:t>
            </w:r>
            <w:r w:rsidR="0008581C">
              <w:rPr>
                <w:b/>
                <w:sz w:val="22"/>
                <w:szCs w:val="22"/>
              </w:rPr>
              <w:t>…</w:t>
            </w:r>
            <w:r w:rsidR="005A3A31">
              <w:rPr>
                <w:b/>
                <w:sz w:val="22"/>
                <w:szCs w:val="22"/>
              </w:rPr>
              <w:t>……………</w:t>
            </w:r>
            <w:r w:rsidR="00762091" w:rsidRPr="00BB3283">
              <w:rPr>
                <w:b/>
                <w:sz w:val="22"/>
                <w:szCs w:val="22"/>
              </w:rPr>
              <w:t>Classe :</w:t>
            </w:r>
            <w:r w:rsidR="00E47C01">
              <w:rPr>
                <w:b/>
                <w:sz w:val="22"/>
                <w:szCs w:val="22"/>
              </w:rPr>
              <w:t xml:space="preserve"> </w:t>
            </w:r>
            <w:r w:rsidR="00A7558F">
              <w:rPr>
                <w:b/>
                <w:sz w:val="22"/>
                <w:szCs w:val="22"/>
              </w:rPr>
              <w:t>…………</w:t>
            </w:r>
          </w:p>
          <w:p w:rsidR="009657E5" w:rsidRPr="005B6B8E" w:rsidRDefault="009657E5" w:rsidP="00294510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639" w:right="-2" w:firstLine="709"/>
              <w:rPr>
                <w:rFonts w:ascii="Comic Sans MS" w:hAnsi="Comic Sans MS" w:cs="Arial"/>
                <w:i/>
                <w:sz w:val="16"/>
                <w:szCs w:val="16"/>
              </w:rPr>
            </w:pPr>
          </w:p>
          <w:p w:rsidR="00EE2E9C" w:rsidRDefault="00EE2E9C" w:rsidP="00EE2E9C">
            <w:pPr>
              <w:pStyle w:val="En-tte"/>
              <w:tabs>
                <w:tab w:val="clear" w:pos="4536"/>
                <w:tab w:val="clear" w:pos="9072"/>
              </w:tabs>
              <w:ind w:left="639" w:right="-2" w:hanging="639"/>
            </w:pPr>
            <w:r>
              <w:t xml:space="preserve">Art. 3 - Les frais de demi-pension seront facturés à l’établissement d’origine de l’élève si celui-ci est </w:t>
            </w:r>
            <w:r>
              <w:br/>
              <w:t>demi-pensionnaire ou interne, ou directement à la famille s’il est externe.</w:t>
            </w:r>
          </w:p>
          <w:p w:rsidR="00EE2E9C" w:rsidRDefault="00EE2E9C" w:rsidP="00EE2E9C">
            <w:pPr>
              <w:pStyle w:val="Retraitcorpsdetexte"/>
              <w:ind w:firstLine="709"/>
            </w:pPr>
          </w:p>
          <w:p w:rsidR="00EE2E9C" w:rsidRPr="00BB3283" w:rsidRDefault="00EE2E9C" w:rsidP="00EE2E9C">
            <w:pPr>
              <w:pStyle w:val="En-tte"/>
              <w:tabs>
                <w:tab w:val="clear" w:pos="4536"/>
                <w:tab w:val="clear" w:pos="9072"/>
              </w:tabs>
              <w:ind w:left="639"/>
              <w:rPr>
                <w:sz w:val="22"/>
                <w:szCs w:val="22"/>
              </w:rPr>
            </w:pPr>
            <w:r w:rsidRPr="00BB3283">
              <w:rPr>
                <w:b/>
                <w:sz w:val="22"/>
                <w:szCs w:val="22"/>
              </w:rPr>
              <w:t xml:space="preserve">REPAS DU MIDI AU SELF :     </w:t>
            </w:r>
            <w:r w:rsidRPr="00BB3283">
              <w:rPr>
                <w:b/>
                <w:sz w:val="22"/>
                <w:szCs w:val="22"/>
              </w:rPr>
              <w:sym w:font="Wingdings" w:char="F071"/>
            </w:r>
            <w:r w:rsidRPr="00BB3283">
              <w:rPr>
                <w:b/>
                <w:sz w:val="22"/>
                <w:szCs w:val="22"/>
              </w:rPr>
              <w:t xml:space="preserve">   </w:t>
            </w:r>
            <w:r w:rsidRPr="00BB3283">
              <w:rPr>
                <w:sz w:val="22"/>
                <w:szCs w:val="22"/>
              </w:rPr>
              <w:t>OUI</w:t>
            </w:r>
            <w:r w:rsidRPr="00BB3283">
              <w:rPr>
                <w:sz w:val="22"/>
                <w:szCs w:val="22"/>
              </w:rPr>
              <w:tab/>
              <w:t xml:space="preserve">       </w:t>
            </w:r>
            <w:r w:rsidRPr="00BB3283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22"/>
                <w:szCs w:val="22"/>
              </w:rPr>
              <w:t xml:space="preserve">   </w:t>
            </w:r>
            <w:r w:rsidRPr="00BB3283">
              <w:rPr>
                <w:sz w:val="22"/>
                <w:szCs w:val="22"/>
              </w:rPr>
              <w:t>NON</w:t>
            </w:r>
            <w:r w:rsidRPr="00BB3283">
              <w:rPr>
                <w:sz w:val="22"/>
                <w:szCs w:val="22"/>
              </w:rPr>
              <w:tab/>
            </w:r>
          </w:p>
          <w:p w:rsidR="00294510" w:rsidRDefault="00294510" w:rsidP="00294510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639" w:right="-2"/>
              <w:rPr>
                <w:i/>
              </w:rPr>
            </w:pPr>
          </w:p>
          <w:p w:rsidR="00987C90" w:rsidRDefault="00987C90" w:rsidP="00987C90">
            <w:pPr>
              <w:tabs>
                <w:tab w:val="left" w:pos="5812"/>
              </w:tabs>
              <w:ind w:left="639"/>
              <w:rPr>
                <w:sz w:val="24"/>
              </w:rPr>
            </w:pPr>
            <w:r w:rsidRPr="00987C90">
              <w:rPr>
                <w:b/>
                <w:sz w:val="24"/>
              </w:rPr>
              <w:t>Régime</w:t>
            </w:r>
            <w:r w:rsidRPr="00987C90">
              <w:rPr>
                <w:sz w:val="24"/>
              </w:rPr>
              <w:t xml:space="preserve">        </w:t>
            </w:r>
            <w:r w:rsidRPr="00987C90">
              <w:rPr>
                <w:b/>
                <w:sz w:val="24"/>
              </w:rPr>
              <w:t xml:space="preserve">Dp </w:t>
            </w:r>
            <w:r>
              <w:rPr>
                <w:b/>
                <w:sz w:val="24"/>
              </w:rPr>
              <w:t xml:space="preserve">  </w:t>
            </w:r>
            <w:r w:rsidRPr="00BB3283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22"/>
                <w:szCs w:val="22"/>
              </w:rPr>
              <w:t xml:space="preserve">          </w:t>
            </w:r>
            <w:r>
              <w:rPr>
                <w:b/>
                <w:sz w:val="24"/>
              </w:rPr>
              <w:t xml:space="preserve"> Int</w:t>
            </w:r>
            <w:r w:rsidRPr="00987C90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  </w:t>
            </w:r>
            <w:r w:rsidRPr="00BB3283">
              <w:rPr>
                <w:b/>
                <w:sz w:val="22"/>
                <w:szCs w:val="22"/>
              </w:rPr>
              <w:sym w:font="Wingdings" w:char="F071"/>
            </w:r>
            <w:r>
              <w:rPr>
                <w:b/>
                <w:sz w:val="22"/>
                <w:szCs w:val="22"/>
              </w:rPr>
              <w:t xml:space="preserve">          </w:t>
            </w:r>
            <w:r w:rsidRPr="00987C90">
              <w:rPr>
                <w:b/>
                <w:sz w:val="24"/>
              </w:rPr>
              <w:t xml:space="preserve">  Ext </w:t>
            </w:r>
            <w:r>
              <w:rPr>
                <w:b/>
                <w:sz w:val="24"/>
              </w:rPr>
              <w:t xml:space="preserve">  </w:t>
            </w:r>
            <w:r w:rsidRPr="00BB3283">
              <w:rPr>
                <w:b/>
                <w:sz w:val="22"/>
                <w:szCs w:val="22"/>
              </w:rPr>
              <w:sym w:font="Wingdings" w:char="F071"/>
            </w:r>
          </w:p>
          <w:p w:rsidR="00987C90" w:rsidRPr="00BB3283" w:rsidRDefault="00987C90" w:rsidP="00294510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639" w:right="-2"/>
              <w:rPr>
                <w:i/>
              </w:rPr>
            </w:pPr>
          </w:p>
          <w:p w:rsidR="009657E5" w:rsidRPr="00BB3283" w:rsidRDefault="00EE2E9C" w:rsidP="00294510">
            <w:pPr>
              <w:pStyle w:val="En-tte"/>
              <w:tabs>
                <w:tab w:val="clear" w:pos="4536"/>
                <w:tab w:val="clear" w:pos="9072"/>
              </w:tabs>
              <w:ind w:left="639" w:hanging="639"/>
              <w:jc w:val="both"/>
            </w:pPr>
            <w:r>
              <w:t>Art. 4</w:t>
            </w:r>
            <w:r w:rsidR="002274D5" w:rsidRPr="00BB3283">
              <w:t xml:space="preserve"> </w:t>
            </w:r>
            <w:r w:rsidR="00294510" w:rsidRPr="00BB3283">
              <w:t>-</w:t>
            </w:r>
            <w:r w:rsidR="002274D5" w:rsidRPr="00BB3283">
              <w:t xml:space="preserve"> </w:t>
            </w:r>
            <w:r w:rsidR="009657E5" w:rsidRPr="00BB3283">
              <w:t xml:space="preserve">Durant </w:t>
            </w:r>
            <w:r w:rsidR="00313615">
              <w:t>le</w:t>
            </w:r>
            <w:r w:rsidR="009657E5" w:rsidRPr="00BB3283">
              <w:t xml:space="preserve"> stage, les élèves visiteurs sont soumis aux règles en vigueur</w:t>
            </w:r>
            <w:r w:rsidR="009B461D" w:rsidRPr="00BB3283">
              <w:t xml:space="preserve"> </w:t>
            </w:r>
            <w:r w:rsidR="009657E5" w:rsidRPr="00BB3283">
              <w:t>dans</w:t>
            </w:r>
            <w:r w:rsidR="009B461D" w:rsidRPr="00BB3283">
              <w:t xml:space="preserve"> </w:t>
            </w:r>
            <w:r w:rsidR="009657E5" w:rsidRPr="00BB3283">
              <w:t xml:space="preserve">l’établissement d’accueil, notamment en matière </w:t>
            </w:r>
            <w:r w:rsidR="008F587F" w:rsidRPr="00BB3283">
              <w:t>de sécurité, d’horaires</w:t>
            </w:r>
            <w:r w:rsidR="00294510" w:rsidRPr="00BB3283">
              <w:t xml:space="preserve">, </w:t>
            </w:r>
            <w:r w:rsidR="009657E5" w:rsidRPr="00BB3283">
              <w:t xml:space="preserve">de discipline et de courtoisie. </w:t>
            </w:r>
            <w:r w:rsidR="00313615">
              <w:br/>
            </w:r>
            <w:r w:rsidR="009657E5" w:rsidRPr="00C677FD">
              <w:t>Le Lycée</w:t>
            </w:r>
            <w:r w:rsidR="002E111C" w:rsidRPr="00C677FD">
              <w:t xml:space="preserve"> et</w:t>
            </w:r>
            <w:r w:rsidR="009657E5" w:rsidRPr="00C677FD">
              <w:t xml:space="preserve"> le Collège de l’élève ont souscrit les assurances couvrant les risques liés à leurs responsabilités civiles.</w:t>
            </w:r>
          </w:p>
          <w:p w:rsidR="009657E5" w:rsidRPr="00BB3283" w:rsidRDefault="009657E5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right="-2"/>
              <w:jc w:val="both"/>
            </w:pPr>
          </w:p>
          <w:p w:rsidR="008F587F" w:rsidRPr="00BB3283" w:rsidRDefault="009657E5" w:rsidP="00574F89">
            <w:pPr>
              <w:ind w:left="639" w:hanging="639"/>
              <w:jc w:val="both"/>
            </w:pPr>
            <w:r w:rsidRPr="00BB3283">
              <w:t>A</w:t>
            </w:r>
            <w:r w:rsidR="00EE2E9C">
              <w:t>rt. 5</w:t>
            </w:r>
            <w:r w:rsidRPr="00BB3283">
              <w:t xml:space="preserve"> - Les responsables des deux établissements se tiendront mutuellement informés des difficultés qui pourraient naître de l’application de la présente convention.</w:t>
            </w:r>
            <w:r w:rsidR="008F587F" w:rsidRPr="00BB3283">
              <w:t xml:space="preserve"> En cas d’accident survenant à l’élève ou d’absence, le proviseur du lycée </w:t>
            </w:r>
            <w:r w:rsidR="00A7558F">
              <w:t xml:space="preserve">polyvalent LOUIS ARMAND - </w:t>
            </w:r>
            <w:r w:rsidR="00574F89" w:rsidRPr="00BB3283">
              <w:t xml:space="preserve">AUGUSTE PERRET </w:t>
            </w:r>
            <w:r w:rsidR="008F587F" w:rsidRPr="00BB3283">
              <w:t xml:space="preserve">s’engage à prévenir le </w:t>
            </w:r>
            <w:r w:rsidR="00574F89" w:rsidRPr="00BB3283">
              <w:t>chef d’établissement d’origine</w:t>
            </w:r>
            <w:r w:rsidR="008F587F" w:rsidRPr="00BB3283">
              <w:t>.</w:t>
            </w:r>
          </w:p>
          <w:p w:rsidR="009657E5" w:rsidRPr="00BB3283" w:rsidRDefault="009657E5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right="-2"/>
              <w:jc w:val="both"/>
            </w:pPr>
          </w:p>
          <w:p w:rsidR="009657E5" w:rsidRPr="00BB3283" w:rsidRDefault="00BB5D89" w:rsidP="00BB5D89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  <w:r w:rsidRPr="00BB3283">
              <w:t xml:space="preserve">Art. </w:t>
            </w:r>
            <w:r w:rsidR="00EE2E9C">
              <w:t>6</w:t>
            </w:r>
            <w:r w:rsidRPr="00BB3283">
              <w:t xml:space="preserve"> </w:t>
            </w:r>
            <w:r w:rsidR="005F0E1E">
              <w:t>–</w:t>
            </w:r>
            <w:r w:rsidRPr="00BB3283">
              <w:t xml:space="preserve"> </w:t>
            </w:r>
            <w:r w:rsidR="005F0E1E">
              <w:t>Pour les ministages dans les formations professionnelles, i</w:t>
            </w:r>
            <w:r w:rsidRPr="00BB3283">
              <w:t>l est conseillé à l’élève de se munir de vêtements appropriés (blouse, cotte</w:t>
            </w:r>
            <w:r w:rsidR="008356C6" w:rsidRPr="00BB3283">
              <w:t>, vêtements en coton</w:t>
            </w:r>
            <w:r w:rsidRPr="00BB3283">
              <w:t xml:space="preserve"> </w:t>
            </w:r>
            <w:r w:rsidR="004C7A48" w:rsidRPr="00BB3283">
              <w:t>non fragiles à défaut</w:t>
            </w:r>
            <w:r w:rsidRPr="00BB3283">
              <w:t>) et de chaussures en cuir pour pouvoir participer réellement aux travaux pratiques sous la conduite du professeur. (Sans avoir cependant accès aux machines).</w:t>
            </w:r>
          </w:p>
          <w:p w:rsidR="00643F3E" w:rsidRPr="00BB3283" w:rsidRDefault="00643F3E" w:rsidP="00BB5D89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</w:p>
          <w:p w:rsidR="00643F3E" w:rsidRPr="00BB3283" w:rsidRDefault="00EE2E9C" w:rsidP="00BB5D89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  <w:r>
              <w:t>Art. 7</w:t>
            </w:r>
            <w:r w:rsidR="00643F3E" w:rsidRPr="00BB3283">
              <w:t xml:space="preserve"> - Une évaluation du mini stage sera demandée au collégien à l’issue de son mini stage et transmise </w:t>
            </w:r>
            <w:r w:rsidR="00162D77" w:rsidRPr="00BB3283">
              <w:t xml:space="preserve">par mail ou fax </w:t>
            </w:r>
            <w:r w:rsidR="00643F3E" w:rsidRPr="00BB3283">
              <w:t>à l’établissement d’origine.</w:t>
            </w:r>
          </w:p>
          <w:p w:rsidR="00643F3E" w:rsidRPr="00BB3283" w:rsidRDefault="00643F3E" w:rsidP="00BB5D89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</w:p>
          <w:p w:rsidR="00A713B6" w:rsidRPr="00BB3283" w:rsidRDefault="00EE2E9C" w:rsidP="00A713B6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  <w:r>
              <w:t>Art. 8</w:t>
            </w:r>
            <w:r w:rsidR="00643F3E" w:rsidRPr="00BB3283">
              <w:t xml:space="preserve"> - L’établissement d’origine s’assurera des conditions de transport de l’élève à l’aller et au départ du lycée à l’issue du mini stage,</w:t>
            </w:r>
          </w:p>
          <w:p w:rsidR="00A713B6" w:rsidRPr="00BB3283" w:rsidRDefault="00A713B6" w:rsidP="00A713B6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586" w:right="-2" w:hanging="567"/>
              <w:jc w:val="both"/>
            </w:pPr>
          </w:p>
          <w:p w:rsidR="005B6B8E" w:rsidRPr="00BB3283" w:rsidRDefault="00A713B6" w:rsidP="005B6B8E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right="-2"/>
              <w:jc w:val="both"/>
            </w:pPr>
            <w:r w:rsidRPr="00BB3283">
              <w:t xml:space="preserve">            </w:t>
            </w:r>
            <w:r w:rsidR="009657E5" w:rsidRPr="00BB3283">
              <w:t xml:space="preserve">Le Principal du Collège,          </w:t>
            </w:r>
            <w:r w:rsidRPr="00BB3283">
              <w:t xml:space="preserve">                  </w:t>
            </w:r>
            <w:r w:rsidR="009657E5" w:rsidRPr="00BB3283">
              <w:t xml:space="preserve"> </w:t>
            </w:r>
            <w:r w:rsidR="00A7558F">
              <w:t xml:space="preserve">   Le Proviseur du LPO</w:t>
            </w:r>
            <w:r w:rsidR="00C23D92" w:rsidRPr="00BB3283">
              <w:t xml:space="preserve"> </w:t>
            </w:r>
            <w:r w:rsidR="00A7558F">
              <w:t>. ARMAND-A</w:t>
            </w:r>
            <w:r w:rsidR="00C23D92" w:rsidRPr="00BB3283">
              <w:t xml:space="preserve"> PERRET</w:t>
            </w:r>
          </w:p>
          <w:p w:rsidR="009657E5" w:rsidRPr="00BB3283" w:rsidRDefault="005B6B8E" w:rsidP="005B6B8E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right="-2"/>
              <w:jc w:val="both"/>
            </w:pPr>
            <w:r w:rsidRPr="00BB3283">
              <w:t xml:space="preserve">            </w:t>
            </w:r>
            <w:r w:rsidR="00A713B6" w:rsidRPr="00BB3283">
              <w:t xml:space="preserve"> o</w:t>
            </w:r>
            <w:r w:rsidR="00C23D92" w:rsidRPr="00BB3283">
              <w:t>u Proviseur du Lycée</w:t>
            </w:r>
            <w:r w:rsidR="009657E5" w:rsidRPr="00BB3283">
              <w:t xml:space="preserve">             </w:t>
            </w:r>
            <w:r w:rsidR="00A713B6" w:rsidRPr="00BB3283">
              <w:t xml:space="preserve">                  </w:t>
            </w:r>
            <w:r w:rsidRPr="00BB3283">
              <w:t xml:space="preserve">           </w:t>
            </w:r>
            <w:r w:rsidR="00A7558F">
              <w:t xml:space="preserve">          </w:t>
            </w:r>
            <w:r w:rsidRPr="00BB3283">
              <w:t xml:space="preserve"> </w:t>
            </w:r>
            <w:r w:rsidR="00BB3283" w:rsidRPr="00BB3283">
              <w:t>C. SIMONET</w:t>
            </w:r>
            <w:r w:rsidR="009657E5" w:rsidRPr="00BB3283">
              <w:t xml:space="preserve">                                                      </w:t>
            </w:r>
          </w:p>
          <w:p w:rsidR="005B6B8E" w:rsidRPr="00BB3283" w:rsidRDefault="005B6B8E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A7558F" w:rsidRDefault="00A7558F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EC6C88" w:rsidRPr="005B6B8E" w:rsidRDefault="00EC6C88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9657E5" w:rsidRPr="00BB3283" w:rsidRDefault="005B6B8E" w:rsidP="005B6B8E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right="-2"/>
            </w:pPr>
            <w:r w:rsidRPr="00BB3283">
              <w:t xml:space="preserve">            </w:t>
            </w:r>
            <w:r w:rsidR="009657E5" w:rsidRPr="00BB3283">
              <w:t>Les parents de l’élève,                                             L’élève,</w:t>
            </w:r>
          </w:p>
          <w:p w:rsidR="009657E5" w:rsidRPr="005B6B8E" w:rsidRDefault="009657E5">
            <w:pPr>
              <w:pStyle w:val="En-tte"/>
              <w:tabs>
                <w:tab w:val="clear" w:pos="4536"/>
                <w:tab w:val="clear" w:pos="9072"/>
                <w:tab w:val="left" w:pos="3686"/>
                <w:tab w:val="left" w:pos="5103"/>
                <w:tab w:val="left" w:pos="6237"/>
              </w:tabs>
              <w:ind w:left="709" w:right="-2"/>
              <w:rPr>
                <w:rFonts w:ascii="Comic Sans MS" w:hAnsi="Comic Sans MS" w:cs="Arial"/>
                <w:sz w:val="16"/>
                <w:szCs w:val="16"/>
              </w:rPr>
            </w:pPr>
          </w:p>
          <w:p w:rsidR="009657E5" w:rsidRPr="002C5E6C" w:rsidRDefault="009657E5">
            <w:pPr>
              <w:pStyle w:val="Corpsdetexte"/>
              <w:ind w:left="-74" w:right="0"/>
              <w:rPr>
                <w:rFonts w:ascii="Comic Sans MS" w:hAnsi="Comic Sans MS"/>
                <w:b/>
                <w:bCs/>
                <w:sz w:val="24"/>
                <w:szCs w:val="24"/>
              </w:rPr>
            </w:pPr>
          </w:p>
        </w:tc>
      </w:tr>
    </w:tbl>
    <w:p w:rsidR="005F0E1E" w:rsidRDefault="00313615" w:rsidP="005F0E1E">
      <w:pPr>
        <w:pStyle w:val="En-tte"/>
        <w:tabs>
          <w:tab w:val="clear" w:pos="4536"/>
          <w:tab w:val="clear" w:pos="9072"/>
        </w:tabs>
        <w:ind w:left="142"/>
        <w:rPr>
          <w:rFonts w:ascii="Comic Sans MS" w:hAnsi="Comic Sans MS"/>
          <w:noProof/>
        </w:rPr>
        <w:sectPr w:rsidR="005F0E1E" w:rsidSect="00A713B6">
          <w:footerReference w:type="even" r:id="rId8"/>
          <w:footerReference w:type="default" r:id="rId9"/>
          <w:pgSz w:w="11907" w:h="16840" w:code="9"/>
          <w:pgMar w:top="425" w:right="794" w:bottom="142" w:left="3260" w:header="720" w:footer="567" w:gutter="0"/>
          <w:cols w:space="720"/>
          <w:titlePg/>
        </w:sectPr>
      </w:pPr>
      <w:r>
        <w:rPr>
          <w:rFonts w:ascii="Comic Sans MS" w:hAnsi="Comic Sans MS"/>
          <w:b/>
          <w:bCs/>
          <w:noProof/>
          <w:sz w:val="1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0" o:spid="_x0000_s1081" type="#_x0000_t75" alt="Logo LPO.jpg" style="position:absolute;left:0;text-align:left;margin-left:-150.8pt;margin-top:-796.15pt;width:140.05pt;height:99.9pt;z-index:2;visibility:visible;mso-position-horizontal-relative:text;mso-position-vertical-relative:text;mso-width-relative:margin;mso-height-relative:margin">
            <v:imagedata r:id="rId10" o:title="Logo LPO" croptop="-509f" cropright="17541f"/>
          </v:shape>
        </w:pict>
      </w:r>
    </w:p>
    <w:p w:rsidR="005F0E1E" w:rsidRDefault="005F0E1E" w:rsidP="005F0E1E">
      <w:pPr>
        <w:rPr>
          <w:sz w:val="24"/>
          <w:lang w:val="en-US"/>
        </w:rPr>
      </w:pPr>
    </w:p>
    <w:p w:rsidR="005F0E1E" w:rsidRDefault="005F0E1E" w:rsidP="005F0E1E">
      <w:pPr>
        <w:rPr>
          <w:sz w:val="24"/>
          <w:lang w:val="en-US"/>
        </w:rPr>
      </w:pPr>
    </w:p>
    <w:p w:rsidR="005F0E1E" w:rsidRDefault="005F0E1E" w:rsidP="005F0E1E">
      <w:pPr>
        <w:rPr>
          <w:sz w:val="24"/>
          <w:lang w:val="en-US"/>
        </w:rPr>
      </w:pPr>
      <w:r>
        <w:rPr>
          <w:b/>
          <w:smallCaps/>
          <w:noProof/>
          <w:sz w:val="24"/>
          <w:u w:val="single"/>
        </w:rPr>
        <w:pict>
          <v:rect id="_x0000_s1082" style="position:absolute;margin-left:95.15pt;margin-top:1.75pt;width:306pt;height:27pt;z-index:3">
            <v:textbox>
              <w:txbxContent>
                <w:p w:rsidR="005F0E1E" w:rsidRPr="002772AC" w:rsidRDefault="005F0E1E" w:rsidP="005F0E1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2772AC">
                    <w:rPr>
                      <w:b/>
                      <w:sz w:val="28"/>
                      <w:szCs w:val="28"/>
                    </w:rPr>
                    <w:t>AUTORISATION PARENTALE</w:t>
                  </w:r>
                </w:p>
                <w:p w:rsidR="005F0E1E" w:rsidRPr="00B44F08" w:rsidRDefault="005F0E1E" w:rsidP="005F0E1E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5F0E1E" w:rsidRDefault="005F0E1E" w:rsidP="005F0E1E">
      <w:pPr>
        <w:rPr>
          <w:sz w:val="24"/>
          <w:lang w:val="en-US"/>
        </w:rPr>
      </w:pPr>
    </w:p>
    <w:p w:rsidR="005F0E1E" w:rsidRDefault="005F0E1E" w:rsidP="005F0E1E">
      <w:pPr>
        <w:rPr>
          <w:sz w:val="24"/>
          <w:lang w:val="en-US"/>
        </w:rPr>
      </w:pPr>
    </w:p>
    <w:p w:rsidR="005F0E1E" w:rsidRDefault="005F0E1E" w:rsidP="005F0E1E">
      <w:pPr>
        <w:rPr>
          <w:sz w:val="24"/>
          <w:lang w:val="en-US"/>
        </w:rPr>
      </w:pPr>
    </w:p>
    <w:p w:rsidR="005F0E1E" w:rsidRDefault="005F0E1E" w:rsidP="005F0E1E">
      <w:pPr>
        <w:rPr>
          <w:sz w:val="24"/>
          <w:lang w:val="en-US"/>
        </w:rPr>
      </w:pPr>
    </w:p>
    <w:p w:rsidR="005F0E1E" w:rsidRPr="002772AC" w:rsidRDefault="005F0E1E" w:rsidP="005F0E1E">
      <w:pPr>
        <w:rPr>
          <w:sz w:val="32"/>
          <w:szCs w:val="32"/>
        </w:rPr>
      </w:pPr>
      <w:r w:rsidRPr="002772AC">
        <w:rPr>
          <w:sz w:val="32"/>
          <w:szCs w:val="32"/>
        </w:rPr>
        <w:t>Je soussigné(e)</w:t>
      </w:r>
      <w:r>
        <w:rPr>
          <w:sz w:val="32"/>
          <w:szCs w:val="32"/>
        </w:rPr>
        <w:t>…………………………………………….</w:t>
      </w:r>
      <w:r>
        <w:rPr>
          <w:sz w:val="32"/>
          <w:szCs w:val="32"/>
        </w:rPr>
        <w:tab/>
        <w:t>(nom, prénom)</w:t>
      </w:r>
    </w:p>
    <w:p w:rsidR="005F0E1E" w:rsidRPr="002772AC" w:rsidRDefault="005F0E1E" w:rsidP="005F0E1E">
      <w:pPr>
        <w:rPr>
          <w:sz w:val="32"/>
          <w:szCs w:val="32"/>
        </w:rPr>
      </w:pPr>
    </w:p>
    <w:p w:rsidR="005F0E1E" w:rsidRPr="002772AC" w:rsidRDefault="005F0E1E" w:rsidP="005F0E1E">
      <w:pPr>
        <w:rPr>
          <w:sz w:val="32"/>
          <w:szCs w:val="32"/>
        </w:rPr>
      </w:pPr>
      <w:r w:rsidRPr="002772AC">
        <w:rPr>
          <w:sz w:val="32"/>
          <w:szCs w:val="32"/>
        </w:rPr>
        <w:t>Autorise mon enfant</w:t>
      </w:r>
      <w:r>
        <w:rPr>
          <w:sz w:val="32"/>
          <w:szCs w:val="32"/>
        </w:rPr>
        <w:t xml:space="preserve"> ………………………………………</w:t>
      </w:r>
      <w:r>
        <w:rPr>
          <w:sz w:val="32"/>
          <w:szCs w:val="32"/>
        </w:rPr>
        <w:tab/>
        <w:t>(nom, prénom)</w:t>
      </w:r>
    </w:p>
    <w:p w:rsidR="005F0E1E" w:rsidRPr="002772AC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Elève au collège / lycée …………………………………...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En classe de ….........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A effectuer un ministage de découverte au lycée polyvalent Louis Armand – Auguste Perret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Le …………………de</w:t>
      </w:r>
      <w:r>
        <w:rPr>
          <w:sz w:val="32"/>
          <w:szCs w:val="32"/>
        </w:rPr>
        <w:tab/>
        <w:t xml:space="preserve">…….H ……. à </w:t>
      </w:r>
      <w:r>
        <w:rPr>
          <w:sz w:val="32"/>
          <w:szCs w:val="32"/>
        </w:rPr>
        <w:tab/>
        <w:t xml:space="preserve">…….H……. </w:t>
      </w:r>
      <w:r>
        <w:rPr>
          <w:sz w:val="32"/>
          <w:szCs w:val="32"/>
        </w:rPr>
        <w:tab/>
        <w:t>(date et heure)</w:t>
      </w:r>
    </w:p>
    <w:p w:rsidR="005F0E1E" w:rsidRDefault="005F0E1E" w:rsidP="005F0E1E">
      <w:pPr>
        <w:rPr>
          <w:sz w:val="32"/>
          <w:szCs w:val="32"/>
        </w:rPr>
      </w:pPr>
    </w:p>
    <w:p w:rsidR="00131B80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Ce ministage concerne la filière d’enseignement</w:t>
      </w:r>
      <w:r w:rsidR="00131B80">
        <w:rPr>
          <w:sz w:val="32"/>
          <w:szCs w:val="32"/>
        </w:rPr>
        <w:t> :</w:t>
      </w:r>
    </w:p>
    <w:p w:rsidR="00131B80" w:rsidRDefault="00131B80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…………………………</w:t>
      </w:r>
      <w:r w:rsidR="00131B80">
        <w:rPr>
          <w:sz w:val="32"/>
          <w:szCs w:val="32"/>
        </w:rPr>
        <w:t>………………………………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Atteste avoir pris connaissance de la convention de ce ministage et en accepte les clauses.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Précise ici comment l’élève est couvert par son assurance en ce qui concerne les responsabilités civiles et individuelles accident.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Nom et adresse de l’assurance :…………………………………………….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Numéro de contrat :…………………………………………………………</w:t>
      </w: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</w:p>
    <w:p w:rsidR="005F0E1E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>Fait à  …………….………, le ………………...</w:t>
      </w:r>
    </w:p>
    <w:p w:rsidR="005F0E1E" w:rsidRDefault="005F0E1E" w:rsidP="005F0E1E">
      <w:pPr>
        <w:rPr>
          <w:sz w:val="32"/>
          <w:szCs w:val="32"/>
        </w:rPr>
      </w:pPr>
    </w:p>
    <w:p w:rsidR="005F0E1E" w:rsidRPr="002772AC" w:rsidRDefault="005F0E1E" w:rsidP="005F0E1E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Signature du responsable</w:t>
      </w:r>
    </w:p>
    <w:p w:rsidR="005F0E1E" w:rsidRDefault="005F0E1E" w:rsidP="005F0E1E">
      <w:pPr>
        <w:rPr>
          <w:sz w:val="24"/>
        </w:rPr>
      </w:pPr>
    </w:p>
    <w:p w:rsidR="005F0E1E" w:rsidRDefault="005F0E1E" w:rsidP="005F0E1E">
      <w:pPr>
        <w:rPr>
          <w:sz w:val="24"/>
        </w:rPr>
      </w:pPr>
    </w:p>
    <w:p w:rsidR="005F0E1E" w:rsidRDefault="005F0E1E" w:rsidP="005F0E1E">
      <w:pPr>
        <w:rPr>
          <w:sz w:val="24"/>
        </w:rPr>
      </w:pPr>
    </w:p>
    <w:p w:rsidR="005F0E1E" w:rsidRDefault="005F0E1E" w:rsidP="005F0E1E">
      <w:pPr>
        <w:rPr>
          <w:sz w:val="24"/>
        </w:rPr>
      </w:pPr>
    </w:p>
    <w:p w:rsidR="005F0E1E" w:rsidRDefault="005F0E1E" w:rsidP="005F0E1E">
      <w:pPr>
        <w:rPr>
          <w:sz w:val="24"/>
        </w:rPr>
      </w:pPr>
    </w:p>
    <w:p w:rsidR="005F0E1E" w:rsidRDefault="005F0E1E" w:rsidP="005F0E1E">
      <w:pPr>
        <w:rPr>
          <w:sz w:val="24"/>
        </w:rPr>
      </w:pPr>
    </w:p>
    <w:p w:rsidR="00F2053A" w:rsidRPr="002C5E6C" w:rsidRDefault="00F2053A" w:rsidP="005F0E1E">
      <w:pPr>
        <w:pStyle w:val="En-tte"/>
        <w:tabs>
          <w:tab w:val="clear" w:pos="4536"/>
          <w:tab w:val="clear" w:pos="9072"/>
        </w:tabs>
        <w:ind w:left="142"/>
        <w:rPr>
          <w:rFonts w:ascii="Comic Sans MS" w:hAnsi="Comic Sans MS"/>
          <w:noProof/>
        </w:rPr>
      </w:pPr>
    </w:p>
    <w:sectPr w:rsidR="00F2053A" w:rsidRPr="002C5E6C" w:rsidSect="005F0E1E">
      <w:pgSz w:w="11907" w:h="16840" w:code="9"/>
      <w:pgMar w:top="425" w:right="794" w:bottom="142" w:left="851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B78" w:rsidRDefault="008A7B78">
      <w:r>
        <w:separator/>
      </w:r>
    </w:p>
  </w:endnote>
  <w:endnote w:type="continuationSeparator" w:id="0">
    <w:p w:rsidR="008A7B78" w:rsidRDefault="008A7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FEB" w:rsidRDefault="002E4FE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E4FEB" w:rsidRDefault="002E4FEB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FEB" w:rsidRDefault="002E4FE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E2E9C">
      <w:rPr>
        <w:rStyle w:val="Numrodepage"/>
        <w:noProof/>
      </w:rPr>
      <w:t>2</w:t>
    </w:r>
    <w:r>
      <w:rPr>
        <w:rStyle w:val="Numrodepage"/>
      </w:rPr>
      <w:fldChar w:fldCharType="end"/>
    </w:r>
  </w:p>
  <w:p w:rsidR="002E4FEB" w:rsidRDefault="002E4FEB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B78" w:rsidRDefault="008A7B78">
      <w:r>
        <w:separator/>
      </w:r>
    </w:p>
  </w:footnote>
  <w:footnote w:type="continuationSeparator" w:id="0">
    <w:p w:rsidR="008A7B78" w:rsidRDefault="008A7B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374E0"/>
    <w:multiLevelType w:val="hybridMultilevel"/>
    <w:tmpl w:val="1EECC774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984B34"/>
    <w:multiLevelType w:val="hybridMultilevel"/>
    <w:tmpl w:val="B2EE0826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7B829524">
      <w:start w:val="2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2134E09"/>
    <w:multiLevelType w:val="hybridMultilevel"/>
    <w:tmpl w:val="6F709BA8"/>
    <w:lvl w:ilvl="0" w:tplc="E53A66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13CEA"/>
    <w:multiLevelType w:val="hybridMultilevel"/>
    <w:tmpl w:val="58EA98AC"/>
    <w:lvl w:ilvl="0" w:tplc="7B829524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7B829524">
      <w:start w:val="2"/>
      <w:numFmt w:val="bullet"/>
      <w:lvlText w:val="-"/>
      <w:lvlJc w:val="left"/>
      <w:pPr>
        <w:tabs>
          <w:tab w:val="num" w:pos="2444"/>
        </w:tabs>
        <w:ind w:left="2444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8EE295F"/>
    <w:multiLevelType w:val="hybridMultilevel"/>
    <w:tmpl w:val="8272DEAA"/>
    <w:lvl w:ilvl="0" w:tplc="67BAA50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52DF7F37"/>
    <w:multiLevelType w:val="hybridMultilevel"/>
    <w:tmpl w:val="5928D1AE"/>
    <w:lvl w:ilvl="0" w:tplc="040C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6F0903AE"/>
    <w:multiLevelType w:val="hybridMultilevel"/>
    <w:tmpl w:val="A128ED08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73902EC7"/>
    <w:multiLevelType w:val="hybridMultilevel"/>
    <w:tmpl w:val="6E64937E"/>
    <w:lvl w:ilvl="0" w:tplc="040C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3A30C28"/>
    <w:multiLevelType w:val="hybridMultilevel"/>
    <w:tmpl w:val="0B7CFF90"/>
    <w:lvl w:ilvl="0" w:tplc="7B829524">
      <w:start w:val="2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7"/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543"/>
    <w:rsid w:val="00011C19"/>
    <w:rsid w:val="0001436E"/>
    <w:rsid w:val="000268BD"/>
    <w:rsid w:val="0008581C"/>
    <w:rsid w:val="00095990"/>
    <w:rsid w:val="000B5C4A"/>
    <w:rsid w:val="00122922"/>
    <w:rsid w:val="00131B80"/>
    <w:rsid w:val="0015488B"/>
    <w:rsid w:val="001551D0"/>
    <w:rsid w:val="00160D61"/>
    <w:rsid w:val="00162D77"/>
    <w:rsid w:val="001759D9"/>
    <w:rsid w:val="00195400"/>
    <w:rsid w:val="001C1CBD"/>
    <w:rsid w:val="001C3E84"/>
    <w:rsid w:val="001D7C52"/>
    <w:rsid w:val="00207577"/>
    <w:rsid w:val="00226543"/>
    <w:rsid w:val="002274D5"/>
    <w:rsid w:val="00233D3D"/>
    <w:rsid w:val="00275822"/>
    <w:rsid w:val="00293A0A"/>
    <w:rsid w:val="00294510"/>
    <w:rsid w:val="002B34F1"/>
    <w:rsid w:val="002C5E6C"/>
    <w:rsid w:val="002E111C"/>
    <w:rsid w:val="002E4FEB"/>
    <w:rsid w:val="00303F16"/>
    <w:rsid w:val="00306D57"/>
    <w:rsid w:val="003120F3"/>
    <w:rsid w:val="00313615"/>
    <w:rsid w:val="00395EEE"/>
    <w:rsid w:val="003B1B56"/>
    <w:rsid w:val="003D15A8"/>
    <w:rsid w:val="003F558D"/>
    <w:rsid w:val="004C0A6E"/>
    <w:rsid w:val="004C7A48"/>
    <w:rsid w:val="00515D1D"/>
    <w:rsid w:val="00574F89"/>
    <w:rsid w:val="005A3A31"/>
    <w:rsid w:val="005B33FB"/>
    <w:rsid w:val="005B61C8"/>
    <w:rsid w:val="005B6B8E"/>
    <w:rsid w:val="005E1AE9"/>
    <w:rsid w:val="005E4A39"/>
    <w:rsid w:val="005E5A35"/>
    <w:rsid w:val="005F0E1E"/>
    <w:rsid w:val="0060645F"/>
    <w:rsid w:val="00614751"/>
    <w:rsid w:val="00643F3E"/>
    <w:rsid w:val="00644209"/>
    <w:rsid w:val="00646435"/>
    <w:rsid w:val="00647DF6"/>
    <w:rsid w:val="006E4146"/>
    <w:rsid w:val="006F04F5"/>
    <w:rsid w:val="00721B74"/>
    <w:rsid w:val="00735D15"/>
    <w:rsid w:val="00760898"/>
    <w:rsid w:val="00762091"/>
    <w:rsid w:val="00770D27"/>
    <w:rsid w:val="007A5976"/>
    <w:rsid w:val="007E5C19"/>
    <w:rsid w:val="00804DA4"/>
    <w:rsid w:val="00831E8A"/>
    <w:rsid w:val="008356C6"/>
    <w:rsid w:val="00843CA4"/>
    <w:rsid w:val="008447A0"/>
    <w:rsid w:val="00855890"/>
    <w:rsid w:val="0086243F"/>
    <w:rsid w:val="00881933"/>
    <w:rsid w:val="008A7B78"/>
    <w:rsid w:val="008E6244"/>
    <w:rsid w:val="008F2737"/>
    <w:rsid w:val="008F3CE8"/>
    <w:rsid w:val="008F587F"/>
    <w:rsid w:val="009021AE"/>
    <w:rsid w:val="009073BA"/>
    <w:rsid w:val="00920D20"/>
    <w:rsid w:val="00927F92"/>
    <w:rsid w:val="0094132A"/>
    <w:rsid w:val="00946CC9"/>
    <w:rsid w:val="009619A4"/>
    <w:rsid w:val="009657E5"/>
    <w:rsid w:val="00971371"/>
    <w:rsid w:val="00974BDB"/>
    <w:rsid w:val="00985573"/>
    <w:rsid w:val="00987C90"/>
    <w:rsid w:val="009A64F7"/>
    <w:rsid w:val="009B461D"/>
    <w:rsid w:val="009D2657"/>
    <w:rsid w:val="00A062D3"/>
    <w:rsid w:val="00A2783B"/>
    <w:rsid w:val="00A506FB"/>
    <w:rsid w:val="00A526DB"/>
    <w:rsid w:val="00A61F99"/>
    <w:rsid w:val="00A70146"/>
    <w:rsid w:val="00A70999"/>
    <w:rsid w:val="00A713B6"/>
    <w:rsid w:val="00A7558F"/>
    <w:rsid w:val="00A83065"/>
    <w:rsid w:val="00AF5A4F"/>
    <w:rsid w:val="00B02116"/>
    <w:rsid w:val="00B32CEC"/>
    <w:rsid w:val="00B56270"/>
    <w:rsid w:val="00B923C8"/>
    <w:rsid w:val="00BB30FB"/>
    <w:rsid w:val="00BB3283"/>
    <w:rsid w:val="00BB5D89"/>
    <w:rsid w:val="00BD36D4"/>
    <w:rsid w:val="00BE64EF"/>
    <w:rsid w:val="00BF32B5"/>
    <w:rsid w:val="00BF7E78"/>
    <w:rsid w:val="00C12F23"/>
    <w:rsid w:val="00C23D92"/>
    <w:rsid w:val="00C4716E"/>
    <w:rsid w:val="00C52040"/>
    <w:rsid w:val="00C64C51"/>
    <w:rsid w:val="00C65F45"/>
    <w:rsid w:val="00C677FD"/>
    <w:rsid w:val="00CC6B9B"/>
    <w:rsid w:val="00CC77AE"/>
    <w:rsid w:val="00CF35E1"/>
    <w:rsid w:val="00D001F8"/>
    <w:rsid w:val="00D33B71"/>
    <w:rsid w:val="00D50812"/>
    <w:rsid w:val="00DE5CD5"/>
    <w:rsid w:val="00DF2666"/>
    <w:rsid w:val="00DF55D5"/>
    <w:rsid w:val="00E257CD"/>
    <w:rsid w:val="00E40BF1"/>
    <w:rsid w:val="00E47C01"/>
    <w:rsid w:val="00E656B4"/>
    <w:rsid w:val="00EC6C88"/>
    <w:rsid w:val="00EC70D9"/>
    <w:rsid w:val="00EE2E9C"/>
    <w:rsid w:val="00F07974"/>
    <w:rsid w:val="00F2053A"/>
    <w:rsid w:val="00F30960"/>
    <w:rsid w:val="00F31B30"/>
    <w:rsid w:val="00F46D68"/>
    <w:rsid w:val="00F51841"/>
    <w:rsid w:val="00F54EC9"/>
    <w:rsid w:val="00F75997"/>
    <w:rsid w:val="00F80A37"/>
    <w:rsid w:val="00F955C9"/>
    <w:rsid w:val="00FB279D"/>
    <w:rsid w:val="00FC7BB9"/>
    <w:rsid w:val="00FF0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0729A73-6A8B-4A59-9B91-1E6D2CD7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pPr>
      <w:keepNext/>
      <w:ind w:right="113" w:firstLine="284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ind w:right="57"/>
      <w:jc w:val="right"/>
      <w:outlineLvl w:val="1"/>
    </w:pPr>
    <w:rPr>
      <w:b/>
      <w:noProof/>
      <w:lang w:val="nl-NL"/>
    </w:rPr>
  </w:style>
  <w:style w:type="paragraph" w:styleId="Titre3">
    <w:name w:val="heading 3"/>
    <w:basedOn w:val="Normal"/>
    <w:next w:val="Normal"/>
    <w:qFormat/>
    <w:pPr>
      <w:keepNext/>
      <w:tabs>
        <w:tab w:val="right" w:pos="2766"/>
      </w:tabs>
      <w:ind w:left="2652"/>
      <w:outlineLvl w:val="2"/>
    </w:pPr>
    <w:rPr>
      <w:noProof/>
      <w:sz w:val="24"/>
    </w:rPr>
  </w:style>
  <w:style w:type="paragraph" w:styleId="Titre4">
    <w:name w:val="heading 4"/>
    <w:basedOn w:val="Normal"/>
    <w:next w:val="Normal"/>
    <w:qFormat/>
    <w:pPr>
      <w:keepNext/>
      <w:ind w:left="2835" w:right="113"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ind w:right="113"/>
      <w:jc w:val="both"/>
      <w:outlineLvl w:val="4"/>
    </w:pPr>
    <w:rPr>
      <w:sz w:val="24"/>
    </w:rPr>
  </w:style>
  <w:style w:type="paragraph" w:styleId="Titre6">
    <w:name w:val="heading 6"/>
    <w:basedOn w:val="Normal"/>
    <w:next w:val="Normal"/>
    <w:qFormat/>
    <w:pPr>
      <w:keepNext/>
      <w:ind w:left="72" w:right="113"/>
      <w:outlineLvl w:val="5"/>
    </w:pPr>
    <w:rPr>
      <w:rFonts w:ascii="Arial" w:hAnsi="Arial" w:cs="Arial"/>
      <w:b/>
      <w:bCs/>
    </w:rPr>
  </w:style>
  <w:style w:type="paragraph" w:styleId="Titre7">
    <w:name w:val="heading 7"/>
    <w:basedOn w:val="Normal"/>
    <w:next w:val="Normal"/>
    <w:qFormat/>
    <w:pPr>
      <w:keepNext/>
      <w:ind w:left="1065" w:right="214"/>
      <w:jc w:val="right"/>
      <w:outlineLvl w:val="6"/>
    </w:pPr>
    <w:rPr>
      <w:rFonts w:ascii="Arial Narrow" w:hAnsi="Arial Narrow"/>
      <w:i/>
      <w:iCs/>
      <w:sz w:val="16"/>
    </w:rPr>
  </w:style>
  <w:style w:type="paragraph" w:styleId="Titre8">
    <w:name w:val="heading 8"/>
    <w:basedOn w:val="Normal"/>
    <w:next w:val="Normal"/>
    <w:qFormat/>
    <w:pPr>
      <w:keepNext/>
      <w:ind w:left="781" w:right="71"/>
      <w:jc w:val="right"/>
      <w:outlineLvl w:val="7"/>
    </w:pPr>
    <w:rPr>
      <w:rFonts w:ascii="Arial Narrow" w:hAnsi="Arial Narrow"/>
      <w:b/>
      <w:bCs/>
      <w:sz w:val="16"/>
    </w:rPr>
  </w:style>
  <w:style w:type="paragraph" w:styleId="Titre9">
    <w:name w:val="heading 9"/>
    <w:basedOn w:val="Normal"/>
    <w:next w:val="Normal"/>
    <w:qFormat/>
    <w:pPr>
      <w:keepNext/>
      <w:ind w:left="781" w:right="71"/>
      <w:jc w:val="right"/>
      <w:outlineLvl w:val="8"/>
    </w:pPr>
    <w:rPr>
      <w:rFonts w:ascii="Arial Narrow" w:hAnsi="Arial Narrow"/>
      <w:i/>
      <w:iCs/>
      <w:sz w:val="16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rmalcentr">
    <w:name w:val="Block Text"/>
    <w:basedOn w:val="Normal"/>
    <w:pPr>
      <w:ind w:left="284" w:right="113"/>
    </w:pPr>
  </w:style>
  <w:style w:type="character" w:styleId="Numrodepage">
    <w:name w:val="page number"/>
    <w:basedOn w:val="Policepardfaut"/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ind w:right="113"/>
      <w:jc w:val="both"/>
    </w:pPr>
    <w:rPr>
      <w:sz w:val="22"/>
    </w:rPr>
  </w:style>
  <w:style w:type="paragraph" w:styleId="Retraitcorpsdetexte">
    <w:name w:val="Body Text Indent"/>
    <w:basedOn w:val="Normal"/>
    <w:pPr>
      <w:ind w:right="113" w:firstLine="284"/>
      <w:jc w:val="both"/>
    </w:pPr>
    <w:rPr>
      <w:sz w:val="22"/>
    </w:rPr>
  </w:style>
  <w:style w:type="paragraph" w:styleId="Retraitcorpsdetexte2">
    <w:name w:val="Body Text Indent 2"/>
    <w:basedOn w:val="Normal"/>
    <w:pPr>
      <w:ind w:right="113" w:firstLine="567"/>
      <w:jc w:val="both"/>
    </w:pPr>
    <w:rPr>
      <w:sz w:val="22"/>
    </w:rPr>
  </w:style>
  <w:style w:type="paragraph" w:styleId="Corpsdetexte2">
    <w:name w:val="Body Text 2"/>
    <w:basedOn w:val="Normal"/>
    <w:pPr>
      <w:ind w:right="113"/>
      <w:jc w:val="both"/>
    </w:pPr>
    <w:rPr>
      <w:rFonts w:ascii="Arial Narrow" w:hAnsi="Arial Narrow"/>
      <w:sz w:val="24"/>
    </w:rPr>
  </w:style>
  <w:style w:type="paragraph" w:styleId="Corpsdetexte3">
    <w:name w:val="Body Text 3"/>
    <w:basedOn w:val="Normal"/>
    <w:pPr>
      <w:ind w:right="113"/>
      <w:jc w:val="right"/>
    </w:pPr>
    <w:rPr>
      <w:rFonts w:ascii="Arial Narrow" w:hAnsi="Arial Narrow"/>
      <w:sz w:val="16"/>
    </w:rPr>
  </w:style>
  <w:style w:type="paragraph" w:styleId="Retraitcorpsdetexte3">
    <w:name w:val="Body Text Indent 3"/>
    <w:basedOn w:val="Normal"/>
    <w:pPr>
      <w:ind w:left="72"/>
      <w:jc w:val="both"/>
    </w:pPr>
    <w:rPr>
      <w:rFonts w:ascii="Arial" w:hAnsi="Arial" w:cs="Arial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">
    <w:name w:val="Hyperlink"/>
    <w:unhideWhenUsed/>
    <w:rPr>
      <w:color w:val="0000FF"/>
      <w:u w:val="single"/>
    </w:rPr>
  </w:style>
  <w:style w:type="character" w:customStyle="1" w:styleId="Titre1Car">
    <w:name w:val="Titre 1 Car"/>
    <w:link w:val="Titre1"/>
    <w:rsid w:val="00A755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Mod&#232;les\LOGO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92BC5-0D46-4BFE-AA0E-A0C19E501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LOGO.DOT</Template>
  <TotalTime>0</TotalTime>
  <Pages>2</Pages>
  <Words>581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	</vt:lpstr>
    </vt:vector>
  </TitlesOfParts>
  <Company>Packard Bell</Company>
  <LinksUpToDate>false</LinksUpToDate>
  <CharactersWithSpaces>3772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	</dc:title>
  <dc:subject/>
  <dc:creator>RECTORAT</dc:creator>
  <cp:keywords/>
  <cp:lastModifiedBy>ruiz</cp:lastModifiedBy>
  <cp:revision>2</cp:revision>
  <cp:lastPrinted>2014-04-05T14:15:00Z</cp:lastPrinted>
  <dcterms:created xsi:type="dcterms:W3CDTF">2016-01-14T08:09:00Z</dcterms:created>
  <dcterms:modified xsi:type="dcterms:W3CDTF">2016-01-14T08:09:00Z</dcterms:modified>
</cp:coreProperties>
</file>